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BA" w:rsidRDefault="003044BA" w:rsidP="0062422E">
      <w:pPr>
        <w:pStyle w:val="Heading1"/>
        <w:jc w:val="center"/>
        <w:rPr>
          <w:rFonts w:ascii="Times New Roman" w:hAnsi="Times New Roman"/>
          <w:color w:val="auto"/>
          <w:sz w:val="72"/>
          <w:szCs w:val="44"/>
        </w:rPr>
      </w:pPr>
      <w:r w:rsidRPr="00995E8B">
        <w:rPr>
          <w:rFonts w:ascii="Times New Roman" w:hAnsi="Times New Roman"/>
          <w:color w:val="auto"/>
          <w:sz w:val="72"/>
          <w:szCs w:val="44"/>
        </w:rPr>
        <w:t>Think-Write-Share</w:t>
      </w:r>
    </w:p>
    <w:p w:rsidR="003044BA" w:rsidRPr="006C108A" w:rsidRDefault="003044BA" w:rsidP="006C108A"/>
    <w:p w:rsidR="003044BA" w:rsidRPr="00995E8B" w:rsidRDefault="003044BA" w:rsidP="0062422E">
      <w:pPr>
        <w:rPr>
          <w:rFonts w:ascii="Times New Roman" w:hAnsi="Times New Roman"/>
          <w:sz w:val="24"/>
          <w:szCs w:val="24"/>
        </w:rPr>
      </w:pPr>
      <w:r w:rsidRPr="00995E8B">
        <w:rPr>
          <w:rFonts w:ascii="Times New Roman" w:hAnsi="Times New Roman"/>
          <w:sz w:val="24"/>
          <w:szCs w:val="24"/>
        </w:rPr>
        <w:t>What do you believe to be the characteristics of effective instruction?</w:t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95E8B">
        <w:rPr>
          <w:rFonts w:ascii="Times New Roman" w:hAnsi="Times New Roman"/>
          <w:sz w:val="24"/>
          <w:szCs w:val="24"/>
        </w:rPr>
        <w:br/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95E8B">
        <w:rPr>
          <w:rFonts w:ascii="Times New Roman" w:hAnsi="Times New Roman"/>
          <w:sz w:val="24"/>
          <w:szCs w:val="24"/>
        </w:rPr>
        <w:br/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95E8B">
        <w:rPr>
          <w:rFonts w:ascii="Times New Roman" w:hAnsi="Times New Roman"/>
          <w:sz w:val="24"/>
          <w:szCs w:val="24"/>
        </w:rPr>
        <w:br/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95E8B">
        <w:rPr>
          <w:rFonts w:ascii="Times New Roman" w:hAnsi="Times New Roman"/>
          <w:sz w:val="24"/>
          <w:szCs w:val="24"/>
        </w:rPr>
        <w:br/>
      </w:r>
    </w:p>
    <w:p w:rsidR="003044BA" w:rsidRPr="00995E8B" w:rsidRDefault="003044BA" w:rsidP="0062422E">
      <w:pPr>
        <w:pStyle w:val="ListParagraph"/>
        <w:rPr>
          <w:rFonts w:ascii="Times New Roman" w:hAnsi="Times New Roman"/>
          <w:sz w:val="24"/>
          <w:szCs w:val="24"/>
        </w:rPr>
      </w:pPr>
    </w:p>
    <w:p w:rsidR="003044BA" w:rsidRPr="00995E8B" w:rsidRDefault="003044BA" w:rsidP="0062422E">
      <w:pPr>
        <w:pStyle w:val="ListParagraph"/>
        <w:rPr>
          <w:rFonts w:ascii="Times New Roman" w:hAnsi="Times New Roman"/>
          <w:sz w:val="24"/>
          <w:szCs w:val="24"/>
        </w:rPr>
      </w:pPr>
    </w:p>
    <w:p w:rsidR="003044BA" w:rsidRPr="00995E8B" w:rsidRDefault="003044BA" w:rsidP="0062422E">
      <w:pPr>
        <w:pStyle w:val="ListParagraph"/>
        <w:ind w:left="0"/>
        <w:rPr>
          <w:rFonts w:ascii="Times New Roman" w:hAnsi="Times New Roman"/>
        </w:rPr>
      </w:pPr>
      <w:r w:rsidRPr="00995E8B">
        <w:rPr>
          <w:rFonts w:ascii="Times New Roman" w:hAnsi="Times New Roman"/>
          <w:sz w:val="24"/>
          <w:szCs w:val="24"/>
        </w:rPr>
        <w:t>What do you believe to be characteristics</w:t>
      </w:r>
      <w:r w:rsidRPr="00995E8B">
        <w:rPr>
          <w:rFonts w:ascii="Times New Roman" w:hAnsi="Times New Roman"/>
        </w:rPr>
        <w:t xml:space="preserve"> of effective classroom management?</w:t>
      </w:r>
    </w:p>
    <w:p w:rsidR="003044BA" w:rsidRPr="00995E8B" w:rsidRDefault="003044BA" w:rsidP="0062422E">
      <w:pPr>
        <w:pStyle w:val="ListParagraph"/>
        <w:ind w:left="0"/>
        <w:rPr>
          <w:rFonts w:ascii="Times New Roman" w:hAnsi="Times New Roman"/>
        </w:rPr>
      </w:pP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95E8B">
        <w:rPr>
          <w:rFonts w:ascii="Times New Roman" w:hAnsi="Times New Roman"/>
        </w:rPr>
        <w:br/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95E8B">
        <w:rPr>
          <w:rFonts w:ascii="Times New Roman" w:hAnsi="Times New Roman"/>
        </w:rPr>
        <w:br/>
      </w:r>
    </w:p>
    <w:p w:rsidR="003044BA" w:rsidRPr="00995E8B" w:rsidRDefault="003044BA" w:rsidP="0062422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95E8B">
        <w:rPr>
          <w:rFonts w:ascii="Times New Roman" w:hAnsi="Times New Roman"/>
        </w:rPr>
        <w:br/>
      </w:r>
    </w:p>
    <w:p w:rsidR="003044BA" w:rsidRPr="00995E8B" w:rsidRDefault="003044BA" w:rsidP="0062422E">
      <w:pPr>
        <w:pStyle w:val="ListParagraph"/>
        <w:rPr>
          <w:rFonts w:ascii="Times New Roman" w:hAnsi="Times New Roman"/>
        </w:rPr>
      </w:pPr>
    </w:p>
    <w:p w:rsidR="003044BA" w:rsidRPr="00995E8B" w:rsidRDefault="003044BA" w:rsidP="0062422E">
      <w:pPr>
        <w:pStyle w:val="ListParagraph"/>
        <w:rPr>
          <w:rFonts w:ascii="Times New Roman" w:hAnsi="Times New Roman"/>
        </w:rPr>
      </w:pPr>
    </w:p>
    <w:p w:rsidR="003044BA" w:rsidRPr="00995E8B" w:rsidRDefault="003044BA" w:rsidP="0062422E">
      <w:pPr>
        <w:pStyle w:val="ListParagraph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84.95pt;margin-top:63.3pt;width:319.7pt;height:267.35pt;z-index:-251658240;visibility:visible" wrapcoords="254 0 254 19598 19977 19598 19927 0 254 0" o:gfxdata="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">
            <v:imagedata r:id="rId5" o:title=""/>
            <o:lock v:ext="edit" aspectratio="f"/>
            <w10:wrap type="tight"/>
          </v:shape>
        </w:pict>
      </w:r>
    </w:p>
    <w:sectPr w:rsidR="003044BA" w:rsidRPr="00995E8B" w:rsidSect="006C108A">
      <w:pgSz w:w="12240" w:h="15840"/>
      <w:pgMar w:top="864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B620D"/>
    <w:multiLevelType w:val="hybridMultilevel"/>
    <w:tmpl w:val="A1E8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22E"/>
    <w:rsid w:val="003044BA"/>
    <w:rsid w:val="003B3995"/>
    <w:rsid w:val="005B4C60"/>
    <w:rsid w:val="0062422E"/>
    <w:rsid w:val="006C108A"/>
    <w:rsid w:val="00923B10"/>
    <w:rsid w:val="00995E8B"/>
    <w:rsid w:val="009C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C6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2422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422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422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422E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6242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2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4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28</Words>
  <Characters>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SJackson</dc:creator>
  <cp:keywords/>
  <dc:description/>
  <cp:lastModifiedBy>tester</cp:lastModifiedBy>
  <cp:revision>2</cp:revision>
  <cp:lastPrinted>2008-09-02T18:18:00Z</cp:lastPrinted>
  <dcterms:created xsi:type="dcterms:W3CDTF">2007-05-17T15:47:00Z</dcterms:created>
  <dcterms:modified xsi:type="dcterms:W3CDTF">2008-09-02T18:18:00Z</dcterms:modified>
</cp:coreProperties>
</file>